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97" w:rsidRDefault="006C4197">
      <w:pPr>
        <w:rPr>
          <w:rFonts w:cs="Times New Roman"/>
          <w:lang w:val="en-US"/>
        </w:rPr>
      </w:pPr>
    </w:p>
    <w:tbl>
      <w:tblPr>
        <w:tblpPr w:leftFromText="180" w:rightFromText="180" w:vertAnchor="page" w:horzAnchor="margin" w:tblpXSpec="center" w:tblpY="2446"/>
        <w:tblW w:w="5266" w:type="pct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14"/>
        <w:gridCol w:w="3942"/>
        <w:gridCol w:w="3827"/>
        <w:gridCol w:w="2295"/>
      </w:tblGrid>
      <w:tr w:rsidR="006C4197" w:rsidRPr="00491872">
        <w:trPr>
          <w:trHeight w:val="684"/>
        </w:trPr>
        <w:tc>
          <w:tcPr>
            <w:tcW w:w="3814" w:type="dxa"/>
            <w:tcBorders>
              <w:top w:val="single" w:sz="8" w:space="0" w:color="auto"/>
            </w:tcBorders>
            <w:shd w:val="pct12" w:color="auto" w:fill="auto"/>
            <w:noWrap/>
            <w:vAlign w:val="center"/>
          </w:tcPr>
          <w:p w:rsidR="006C4197" w:rsidRPr="009D0FF7" w:rsidRDefault="006C4197" w:rsidP="00011C2C">
            <w:pPr>
              <w:jc w:val="center"/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nl-BE"/>
              </w:rPr>
            </w:pPr>
            <w: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nl-BE"/>
              </w:rPr>
              <w:t>Expected elements</w:t>
            </w:r>
          </w:p>
        </w:tc>
        <w:tc>
          <w:tcPr>
            <w:tcW w:w="3942" w:type="dxa"/>
            <w:tcBorders>
              <w:top w:val="single" w:sz="8" w:space="0" w:color="auto"/>
            </w:tcBorders>
            <w:shd w:val="pct12" w:color="auto" w:fill="auto"/>
            <w:noWrap/>
            <w:vAlign w:val="center"/>
          </w:tcPr>
          <w:p w:rsidR="006C4197" w:rsidRPr="009D0FF7" w:rsidRDefault="006C4197" w:rsidP="00011C2C">
            <w:pPr>
              <w:jc w:val="center"/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nl-BE"/>
              </w:rPr>
            </w:pPr>
            <w: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nl-BE"/>
              </w:rPr>
              <w:t>Examples (see below)</w:t>
            </w:r>
          </w:p>
        </w:tc>
        <w:tc>
          <w:tcPr>
            <w:tcW w:w="3827" w:type="dxa"/>
            <w:tcBorders>
              <w:top w:val="single" w:sz="8" w:space="0" w:color="auto"/>
            </w:tcBorders>
            <w:shd w:val="pct12" w:color="auto" w:fill="auto"/>
            <w:noWrap/>
            <w:vAlign w:val="center"/>
          </w:tcPr>
          <w:p w:rsidR="006C4197" w:rsidRPr="009D0FF7" w:rsidRDefault="006C4197" w:rsidP="00011C2C">
            <w:pPr>
              <w:jc w:val="center"/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nl-BE"/>
              </w:rPr>
            </w:pPr>
            <w: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nl-BE"/>
              </w:rPr>
              <w:t>Obtained information</w:t>
            </w:r>
          </w:p>
        </w:tc>
        <w:tc>
          <w:tcPr>
            <w:tcW w:w="2295" w:type="dxa"/>
            <w:tcBorders>
              <w:top w:val="single" w:sz="8" w:space="0" w:color="auto"/>
            </w:tcBorders>
            <w:shd w:val="pct12" w:color="auto" w:fill="auto"/>
            <w:noWrap/>
            <w:vAlign w:val="center"/>
          </w:tcPr>
          <w:p w:rsidR="006C4197" w:rsidRPr="009D0FF7" w:rsidRDefault="006C4197" w:rsidP="00011C2C">
            <w:pPr>
              <w:jc w:val="center"/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nl-BE"/>
              </w:rPr>
            </w:pPr>
            <w: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nl-BE"/>
              </w:rPr>
              <w:t>Test date</w:t>
            </w:r>
          </w:p>
        </w:tc>
      </w:tr>
      <w:tr w:rsidR="006C4197" w:rsidRPr="00491872">
        <w:trPr>
          <w:trHeight w:val="255"/>
        </w:trPr>
        <w:tc>
          <w:tcPr>
            <w:tcW w:w="7756" w:type="dxa"/>
            <w:gridSpan w:val="2"/>
            <w:shd w:val="clear" w:color="auto" w:fill="FFCC00"/>
            <w:noWrap/>
            <w:vAlign w:val="bottom"/>
          </w:tcPr>
          <w:p w:rsidR="006C4197" w:rsidRPr="00491872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color w:val="FFFFFF"/>
                <w:sz w:val="20"/>
                <w:szCs w:val="20"/>
                <w:lang w:val="en-US"/>
              </w:rPr>
            </w:pPr>
            <w:r w:rsidRPr="00491872">
              <w:rPr>
                <w:rFonts w:ascii="Trebuchet MS" w:hAnsi="Trebuchet MS" w:cs="Trebuchet MS"/>
                <w:b/>
                <w:bCs/>
                <w:noProof w:val="0"/>
                <w:color w:val="FFFFFF"/>
                <w:sz w:val="20"/>
                <w:szCs w:val="20"/>
                <w:lang w:val="en-US"/>
              </w:rPr>
              <w:t>TEST 1 : Transmission of a Birth Notification</w:t>
            </w:r>
          </w:p>
        </w:tc>
        <w:tc>
          <w:tcPr>
            <w:tcW w:w="3827" w:type="dxa"/>
            <w:shd w:val="clear" w:color="auto" w:fill="FFCC00"/>
            <w:noWrap/>
            <w:vAlign w:val="bottom"/>
          </w:tcPr>
          <w:p w:rsidR="006C4197" w:rsidRPr="00491872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color w:val="FFFFFF"/>
                <w:sz w:val="20"/>
                <w:szCs w:val="20"/>
                <w:lang w:val="en-US"/>
              </w:rPr>
            </w:pPr>
            <w:r w:rsidRPr="00491872">
              <w:rPr>
                <w:rFonts w:ascii="Trebuchet MS" w:hAnsi="Trebuchet MS" w:cs="Trebuchet MS"/>
                <w:b/>
                <w:bCs/>
                <w:noProof w:val="0"/>
                <w:color w:val="FFFFFF"/>
                <w:sz w:val="20"/>
                <w:szCs w:val="20"/>
                <w:lang w:val="en-US"/>
              </w:rPr>
              <w:t> </w:t>
            </w:r>
          </w:p>
        </w:tc>
        <w:tc>
          <w:tcPr>
            <w:tcW w:w="2295" w:type="dxa"/>
            <w:shd w:val="clear" w:color="auto" w:fill="FFCC00"/>
            <w:noWrap/>
            <w:vAlign w:val="bottom"/>
          </w:tcPr>
          <w:p w:rsidR="006C4197" w:rsidRPr="00491872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color w:val="FFFFFF"/>
                <w:sz w:val="20"/>
                <w:szCs w:val="20"/>
                <w:lang w:val="en-US"/>
              </w:rPr>
            </w:pPr>
            <w:r w:rsidRPr="00491872">
              <w:rPr>
                <w:rFonts w:ascii="Trebuchet MS" w:hAnsi="Trebuchet MS" w:cs="Trebuchet MS"/>
                <w:b/>
                <w:bCs/>
                <w:noProof w:val="0"/>
                <w:color w:val="FFFFFF"/>
                <w:sz w:val="20"/>
                <w:szCs w:val="20"/>
                <w:lang w:val="en-US"/>
              </w:rPr>
              <w:t> </w:t>
            </w:r>
          </w:p>
        </w:tc>
      </w:tr>
      <w:tr w:rsidR="006C4197" w:rsidRPr="00FE1590">
        <w:trPr>
          <w:trHeight w:val="683"/>
        </w:trPr>
        <w:tc>
          <w:tcPr>
            <w:tcW w:w="3814" w:type="dxa"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  <w: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Acknowledge (iscomplete)</w:t>
            </w:r>
          </w:p>
        </w:tc>
        <w:tc>
          <w:tcPr>
            <w:tcW w:w="3942" w:type="dxa"/>
            <w:vAlign w:val="center"/>
          </w:tcPr>
          <w:p w:rsidR="006C4197" w:rsidRPr="00FE1590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</w:pPr>
            <w: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  <w:t>true</w:t>
            </w:r>
          </w:p>
        </w:tc>
        <w:tc>
          <w:tcPr>
            <w:tcW w:w="3827" w:type="dxa"/>
            <w:noWrap/>
            <w:vAlign w:val="center"/>
          </w:tcPr>
          <w:p w:rsidR="006C4197" w:rsidRPr="00FE1590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295" w:type="dxa"/>
            <w:noWrap/>
            <w:vAlign w:val="center"/>
          </w:tcPr>
          <w:p w:rsidR="006C4197" w:rsidRPr="00FE1590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</w:pPr>
            <w:r w:rsidRPr="00FE1590"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  <w:t> </w:t>
            </w:r>
          </w:p>
        </w:tc>
      </w:tr>
      <w:tr w:rsidR="006C4197" w:rsidRPr="00E93301">
        <w:trPr>
          <w:trHeight w:val="300"/>
        </w:trPr>
        <w:tc>
          <w:tcPr>
            <w:tcW w:w="3814" w:type="dxa"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  <w:r w:rsidRPr="0060108D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ID-KMEHR</w:t>
            </w:r>
            <w: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 xml:space="preserve"> (</w:t>
            </w:r>
            <w:r w:rsidRPr="00E93301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BirthNotificationId</w:t>
            </w:r>
            <w: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)</w:t>
            </w:r>
          </w:p>
        </w:tc>
        <w:tc>
          <w:tcPr>
            <w:tcW w:w="3942" w:type="dxa"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  <w:r w:rsidRPr="009A7FF9">
              <w:rPr>
                <w:rFonts w:ascii="Trebuchet MS" w:hAnsi="Trebuchet MS" w:cs="Trebuchet MS"/>
                <w:sz w:val="20"/>
                <w:szCs w:val="20"/>
              </w:rPr>
              <w:t>ebirth.2011143011315256</w:t>
            </w:r>
          </w:p>
        </w:tc>
        <w:tc>
          <w:tcPr>
            <w:tcW w:w="3827" w:type="dxa"/>
            <w:noWrap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</w:p>
        </w:tc>
        <w:tc>
          <w:tcPr>
            <w:tcW w:w="2295" w:type="dxa"/>
            <w:noWrap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  <w:r w:rsidRPr="00E93301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 </w:t>
            </w:r>
          </w:p>
        </w:tc>
      </w:tr>
      <w:tr w:rsidR="006C4197" w:rsidRPr="00E93301">
        <w:trPr>
          <w:trHeight w:val="300"/>
        </w:trPr>
        <w:tc>
          <w:tcPr>
            <w:tcW w:w="3814" w:type="dxa"/>
            <w:vAlign w:val="center"/>
          </w:tcPr>
          <w:p w:rsidR="006C4197" w:rsidRPr="0097261D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</w:pPr>
            <w:r w:rsidRPr="0097261D"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  <w:t>Date (Body-birthNotificationResponse -puttransactionresponse-response)</w:t>
            </w:r>
          </w:p>
        </w:tc>
        <w:tc>
          <w:tcPr>
            <w:tcW w:w="3942" w:type="dxa"/>
            <w:vAlign w:val="center"/>
          </w:tcPr>
          <w:p w:rsidR="006C4197" w:rsidRPr="00E93301" w:rsidRDefault="006C4197" w:rsidP="008C6E70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  <w:r w:rsidRPr="00F97720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2011-03-21+0</w:t>
            </w:r>
            <w: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1</w:t>
            </w:r>
            <w:r w:rsidRPr="00F97720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:00</w:t>
            </w:r>
          </w:p>
        </w:tc>
        <w:tc>
          <w:tcPr>
            <w:tcW w:w="3827" w:type="dxa"/>
            <w:noWrap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</w:p>
        </w:tc>
        <w:tc>
          <w:tcPr>
            <w:tcW w:w="2295" w:type="dxa"/>
            <w:noWrap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  <w:r w:rsidRPr="00E93301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 </w:t>
            </w:r>
          </w:p>
        </w:tc>
      </w:tr>
      <w:tr w:rsidR="006C4197" w:rsidRPr="00786DDE">
        <w:trPr>
          <w:trHeight w:val="255"/>
        </w:trPr>
        <w:tc>
          <w:tcPr>
            <w:tcW w:w="3814" w:type="dxa"/>
            <w:noWrap/>
            <w:vAlign w:val="center"/>
          </w:tcPr>
          <w:p w:rsidR="006C4197" w:rsidRPr="0097261D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</w:pPr>
            <w:r w:rsidRPr="0097261D"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  <w:t>Time (Body-birthNotificationResponse-puttransactionresponse-response)</w:t>
            </w:r>
          </w:p>
        </w:tc>
        <w:tc>
          <w:tcPr>
            <w:tcW w:w="3942" w:type="dxa"/>
            <w:vAlign w:val="center"/>
          </w:tcPr>
          <w:p w:rsidR="006C4197" w:rsidRPr="00786DDE" w:rsidRDefault="006C4197" w:rsidP="00011C2C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F97720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15:52:40.708+01:00</w:t>
            </w:r>
          </w:p>
        </w:tc>
        <w:tc>
          <w:tcPr>
            <w:tcW w:w="3827" w:type="dxa"/>
            <w:noWrap/>
            <w:vAlign w:val="center"/>
          </w:tcPr>
          <w:p w:rsidR="006C4197" w:rsidRPr="00786DDE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295" w:type="dxa"/>
            <w:noWrap/>
            <w:vAlign w:val="center"/>
          </w:tcPr>
          <w:p w:rsidR="006C4197" w:rsidRPr="00786DDE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</w:p>
        </w:tc>
      </w:tr>
      <w:tr w:rsidR="006C4197" w:rsidRPr="00491872">
        <w:trPr>
          <w:trHeight w:val="255"/>
        </w:trPr>
        <w:tc>
          <w:tcPr>
            <w:tcW w:w="3814" w:type="dxa"/>
            <w:noWrap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  <w:r w:rsidRPr="00E93301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FSBMessageID¹</w:t>
            </w:r>
          </w:p>
        </w:tc>
        <w:tc>
          <w:tcPr>
            <w:tcW w:w="3942" w:type="dxa"/>
            <w:vAlign w:val="center"/>
          </w:tcPr>
          <w:p w:rsidR="006C4197" w:rsidRPr="00491872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de-DE"/>
              </w:rPr>
            </w:pPr>
            <w:r w:rsidRPr="00491872">
              <w:rPr>
                <w:rFonts w:ascii="Trebuchet MS" w:hAnsi="Trebuchet MS" w:cs="Trebuchet MS"/>
                <w:color w:val="000000"/>
                <w:sz w:val="20"/>
                <w:szCs w:val="20"/>
                <w:lang w:val="de-DE"/>
              </w:rPr>
              <w:t>752e9c82-458c-47dd-ae5d-c51abd845081</w:t>
            </w:r>
          </w:p>
        </w:tc>
        <w:tc>
          <w:tcPr>
            <w:tcW w:w="3827" w:type="dxa"/>
            <w:noWrap/>
            <w:vAlign w:val="center"/>
          </w:tcPr>
          <w:p w:rsidR="006C4197" w:rsidRPr="00491872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de-DE"/>
              </w:rPr>
            </w:pPr>
          </w:p>
        </w:tc>
        <w:tc>
          <w:tcPr>
            <w:tcW w:w="2295" w:type="dxa"/>
            <w:noWrap/>
            <w:vAlign w:val="center"/>
          </w:tcPr>
          <w:p w:rsidR="006C4197" w:rsidRPr="00491872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de-DE"/>
              </w:rPr>
            </w:pPr>
          </w:p>
        </w:tc>
      </w:tr>
      <w:tr w:rsidR="006C4197" w:rsidRPr="00FE1590">
        <w:trPr>
          <w:trHeight w:val="255"/>
        </w:trPr>
        <w:tc>
          <w:tcPr>
            <w:tcW w:w="3814" w:type="dxa"/>
            <w:noWrap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  <w:r w:rsidRPr="00E93301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PMessageID¹</w:t>
            </w:r>
          </w:p>
        </w:tc>
        <w:tc>
          <w:tcPr>
            <w:tcW w:w="3942" w:type="dxa"/>
            <w:vAlign w:val="center"/>
          </w:tcPr>
          <w:p w:rsidR="006C4197" w:rsidRPr="00FE1590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  <w:r w:rsidRPr="00E93301">
              <w:rPr>
                <w:rFonts w:ascii="Trebuchet MS" w:hAnsi="Trebuchet MS" w:cs="Trebuchet MS"/>
                <w:color w:val="000000"/>
                <w:sz w:val="20"/>
                <w:szCs w:val="20"/>
              </w:rPr>
              <w:t>9bf01d2a-926c-4b46-b927-ca31696ef166</w:t>
            </w:r>
          </w:p>
        </w:tc>
        <w:tc>
          <w:tcPr>
            <w:tcW w:w="3827" w:type="dxa"/>
            <w:noWrap/>
            <w:vAlign w:val="center"/>
          </w:tcPr>
          <w:p w:rsidR="006C4197" w:rsidRPr="00FE1590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295" w:type="dxa"/>
            <w:noWrap/>
            <w:vAlign w:val="center"/>
          </w:tcPr>
          <w:p w:rsidR="006C4197" w:rsidRPr="00FE1590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</w:p>
        </w:tc>
      </w:tr>
      <w:tr w:rsidR="006C4197" w:rsidRPr="00491872">
        <w:trPr>
          <w:trHeight w:val="255"/>
        </w:trPr>
        <w:tc>
          <w:tcPr>
            <w:tcW w:w="13878" w:type="dxa"/>
            <w:gridSpan w:val="4"/>
            <w:shd w:val="clear" w:color="auto" w:fill="FFCC00"/>
            <w:vAlign w:val="center"/>
          </w:tcPr>
          <w:p w:rsidR="006C4197" w:rsidRPr="00491872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color w:val="FFFFFF"/>
                <w:sz w:val="20"/>
                <w:szCs w:val="20"/>
                <w:lang w:val="en-US"/>
              </w:rPr>
            </w:pPr>
            <w:r w:rsidRPr="00491872">
              <w:rPr>
                <w:rFonts w:ascii="Trebuchet MS" w:hAnsi="Trebuchet MS" w:cs="Trebuchet MS"/>
                <w:b/>
                <w:bCs/>
                <w:noProof w:val="0"/>
                <w:color w:val="FFFFFF"/>
                <w:sz w:val="20"/>
                <w:szCs w:val="20"/>
                <w:lang w:val="en-US"/>
              </w:rPr>
              <w:t>TEST 2 : Transmission of a Medical Form</w:t>
            </w:r>
          </w:p>
        </w:tc>
      </w:tr>
      <w:tr w:rsidR="006C4197" w:rsidRPr="00FE1590">
        <w:trPr>
          <w:trHeight w:val="510"/>
        </w:trPr>
        <w:tc>
          <w:tcPr>
            <w:tcW w:w="3814" w:type="dxa"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  <w: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Acknowledge (iscomplete)</w:t>
            </w:r>
          </w:p>
        </w:tc>
        <w:tc>
          <w:tcPr>
            <w:tcW w:w="3942" w:type="dxa"/>
            <w:vAlign w:val="center"/>
          </w:tcPr>
          <w:p w:rsidR="006C4197" w:rsidRPr="00FE1590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</w:pPr>
            <w: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  <w:t>true</w:t>
            </w:r>
          </w:p>
        </w:tc>
        <w:tc>
          <w:tcPr>
            <w:tcW w:w="3827" w:type="dxa"/>
            <w:noWrap/>
            <w:vAlign w:val="center"/>
          </w:tcPr>
          <w:p w:rsidR="006C4197" w:rsidRPr="00FE1590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295" w:type="dxa"/>
            <w:noWrap/>
            <w:vAlign w:val="center"/>
          </w:tcPr>
          <w:p w:rsidR="006C4197" w:rsidRPr="00FE1590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</w:pPr>
            <w:r w:rsidRPr="00FE1590"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  <w:t> </w:t>
            </w:r>
          </w:p>
        </w:tc>
      </w:tr>
      <w:tr w:rsidR="006C4197" w:rsidRPr="00E93301">
        <w:trPr>
          <w:trHeight w:val="221"/>
        </w:trPr>
        <w:tc>
          <w:tcPr>
            <w:tcW w:w="3814" w:type="dxa"/>
            <w:noWrap/>
            <w:vAlign w:val="center"/>
          </w:tcPr>
          <w:p w:rsidR="006C4197" w:rsidRPr="0060108D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  <w:r w:rsidRPr="0060108D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ID-KMEHR</w:t>
            </w:r>
            <w: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 xml:space="preserve"> (</w:t>
            </w:r>
            <w:r w:rsidRPr="00E93301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BirthNotificationId</w:t>
            </w:r>
            <w: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)</w:t>
            </w:r>
          </w:p>
        </w:tc>
        <w:tc>
          <w:tcPr>
            <w:tcW w:w="3942" w:type="dxa"/>
            <w:vAlign w:val="center"/>
          </w:tcPr>
          <w:p w:rsidR="006C4197" w:rsidRPr="0033185F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  <w:r w:rsidRPr="0033185F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ebirth.2011143011315256</w:t>
            </w:r>
          </w:p>
        </w:tc>
        <w:tc>
          <w:tcPr>
            <w:tcW w:w="3827" w:type="dxa"/>
            <w:noWrap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</w:p>
        </w:tc>
        <w:tc>
          <w:tcPr>
            <w:tcW w:w="2295" w:type="dxa"/>
            <w:noWrap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  <w:r w:rsidRPr="00E93301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 </w:t>
            </w:r>
          </w:p>
        </w:tc>
      </w:tr>
      <w:tr w:rsidR="006C4197" w:rsidRPr="0097261D">
        <w:trPr>
          <w:trHeight w:val="255"/>
        </w:trPr>
        <w:tc>
          <w:tcPr>
            <w:tcW w:w="3814" w:type="dxa"/>
            <w:noWrap/>
            <w:vAlign w:val="center"/>
          </w:tcPr>
          <w:p w:rsidR="006C4197" w:rsidRPr="0097261D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</w:pPr>
            <w:r w:rsidRPr="0097261D"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  <w:t>Date (Body-</w:t>
            </w:r>
            <w: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  <w:t>m</w:t>
            </w:r>
            <w:r w:rsidRPr="0097261D"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  <w:t>edicalFormResponse-puttransactionresponse-response)</w:t>
            </w:r>
          </w:p>
        </w:tc>
        <w:tc>
          <w:tcPr>
            <w:tcW w:w="3942" w:type="dxa"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F97720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2011-03-21+01:00</w:t>
            </w:r>
          </w:p>
        </w:tc>
        <w:tc>
          <w:tcPr>
            <w:tcW w:w="3827" w:type="dxa"/>
            <w:noWrap/>
            <w:vAlign w:val="center"/>
          </w:tcPr>
          <w:p w:rsidR="006C4197" w:rsidRPr="0097261D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295" w:type="dxa"/>
            <w:noWrap/>
            <w:vAlign w:val="center"/>
          </w:tcPr>
          <w:p w:rsidR="006C4197" w:rsidRPr="0097261D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</w:p>
        </w:tc>
      </w:tr>
      <w:tr w:rsidR="006C4197" w:rsidRPr="0097261D">
        <w:trPr>
          <w:trHeight w:val="255"/>
        </w:trPr>
        <w:tc>
          <w:tcPr>
            <w:tcW w:w="3814" w:type="dxa"/>
            <w:noWrap/>
            <w:vAlign w:val="center"/>
          </w:tcPr>
          <w:p w:rsidR="006C4197" w:rsidRPr="0097261D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</w:pPr>
            <w: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  <w:t>Time</w:t>
            </w:r>
            <w:r w:rsidRPr="0097261D"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  <w:t xml:space="preserve"> (Body-</w:t>
            </w:r>
            <w:r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  <w:t>m</w:t>
            </w:r>
            <w:r w:rsidRPr="0097261D">
              <w:rPr>
                <w:rFonts w:ascii="Trebuchet MS" w:hAnsi="Trebuchet MS" w:cs="Trebuchet MS"/>
                <w:noProof w:val="0"/>
                <w:sz w:val="20"/>
                <w:szCs w:val="20"/>
                <w:lang w:val="en-US"/>
              </w:rPr>
              <w:t>edicalFormResponse-puttransactionresponse-response)</w:t>
            </w:r>
          </w:p>
        </w:tc>
        <w:tc>
          <w:tcPr>
            <w:tcW w:w="3942" w:type="dxa"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F97720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15:52:40.708+01:00</w:t>
            </w:r>
          </w:p>
        </w:tc>
        <w:tc>
          <w:tcPr>
            <w:tcW w:w="3827" w:type="dxa"/>
            <w:noWrap/>
            <w:vAlign w:val="center"/>
          </w:tcPr>
          <w:p w:rsidR="006C4197" w:rsidRPr="0097261D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295" w:type="dxa"/>
            <w:noWrap/>
            <w:vAlign w:val="center"/>
          </w:tcPr>
          <w:p w:rsidR="006C4197" w:rsidRPr="0097261D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</w:p>
        </w:tc>
      </w:tr>
      <w:tr w:rsidR="006C4197" w:rsidRPr="00F65777">
        <w:trPr>
          <w:trHeight w:val="255"/>
        </w:trPr>
        <w:tc>
          <w:tcPr>
            <w:tcW w:w="3814" w:type="dxa"/>
            <w:noWrap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  <w:r w:rsidRPr="00E93301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FSBMessageID¹</w:t>
            </w:r>
          </w:p>
        </w:tc>
        <w:tc>
          <w:tcPr>
            <w:tcW w:w="3942" w:type="dxa"/>
            <w:vAlign w:val="center"/>
          </w:tcPr>
          <w:p w:rsidR="006C4197" w:rsidRPr="00F65777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  <w:r w:rsidRPr="00F65777">
              <w:rPr>
                <w:rFonts w:ascii="Trebuchet MS" w:hAnsi="Trebuchet MS" w:cs="Trebuchet MS"/>
                <w:color w:val="000000"/>
                <w:sz w:val="20"/>
                <w:szCs w:val="20"/>
              </w:rPr>
              <w:t>42c4f915-7f00-4f08-a498-4afefd3afbfb</w:t>
            </w:r>
          </w:p>
        </w:tc>
        <w:tc>
          <w:tcPr>
            <w:tcW w:w="3827" w:type="dxa"/>
            <w:noWrap/>
            <w:vAlign w:val="center"/>
          </w:tcPr>
          <w:p w:rsidR="006C4197" w:rsidRPr="00F65777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295" w:type="dxa"/>
            <w:noWrap/>
            <w:vAlign w:val="center"/>
          </w:tcPr>
          <w:p w:rsidR="006C4197" w:rsidRPr="00F65777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</w:p>
        </w:tc>
      </w:tr>
      <w:tr w:rsidR="006C4197" w:rsidRPr="00FE1590">
        <w:trPr>
          <w:trHeight w:val="255"/>
        </w:trPr>
        <w:tc>
          <w:tcPr>
            <w:tcW w:w="3814" w:type="dxa"/>
            <w:noWrap/>
            <w:vAlign w:val="center"/>
          </w:tcPr>
          <w:p w:rsidR="006C4197" w:rsidRPr="00E93301" w:rsidRDefault="006C4197" w:rsidP="00011C2C">
            <w:pPr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</w:pPr>
            <w:r w:rsidRPr="00E93301">
              <w:rPr>
                <w:rFonts w:ascii="Trebuchet MS" w:hAnsi="Trebuchet MS" w:cs="Trebuchet MS"/>
                <w:noProof w:val="0"/>
                <w:sz w:val="20"/>
                <w:szCs w:val="20"/>
                <w:lang w:val="nl-BE"/>
              </w:rPr>
              <w:t>PMessageID¹</w:t>
            </w:r>
          </w:p>
        </w:tc>
        <w:tc>
          <w:tcPr>
            <w:tcW w:w="3942" w:type="dxa"/>
            <w:vAlign w:val="center"/>
          </w:tcPr>
          <w:p w:rsidR="006C4197" w:rsidRPr="00FE1590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  <w:r w:rsidRPr="00E93301">
              <w:rPr>
                <w:rFonts w:ascii="Trebuchet MS" w:hAnsi="Trebuchet MS" w:cs="Trebuchet MS"/>
                <w:color w:val="000000"/>
                <w:sz w:val="20"/>
                <w:szCs w:val="20"/>
              </w:rPr>
              <w:t>9bf01d2a-926c-4b46-b927-ca31696ef166</w:t>
            </w:r>
          </w:p>
        </w:tc>
        <w:tc>
          <w:tcPr>
            <w:tcW w:w="3827" w:type="dxa"/>
            <w:noWrap/>
            <w:vAlign w:val="center"/>
          </w:tcPr>
          <w:p w:rsidR="006C4197" w:rsidRPr="00FE1590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</w:p>
        </w:tc>
        <w:tc>
          <w:tcPr>
            <w:tcW w:w="2295" w:type="dxa"/>
            <w:noWrap/>
            <w:vAlign w:val="center"/>
          </w:tcPr>
          <w:p w:rsidR="006C4197" w:rsidRPr="00FE1590" w:rsidRDefault="006C4197" w:rsidP="00011C2C">
            <w:pPr>
              <w:rPr>
                <w:rFonts w:ascii="Trebuchet MS" w:hAnsi="Trebuchet MS" w:cs="Trebuchet MS"/>
                <w:b/>
                <w:bCs/>
                <w:noProof w:val="0"/>
                <w:sz w:val="20"/>
                <w:szCs w:val="20"/>
                <w:lang w:val="en-US"/>
              </w:rPr>
            </w:pPr>
          </w:p>
        </w:tc>
      </w:tr>
    </w:tbl>
    <w:p w:rsidR="006C4197" w:rsidRDefault="006C4197">
      <w:pPr>
        <w:spacing w:after="200" w:line="276" w:lineRule="auto"/>
        <w:rPr>
          <w:rFonts w:cs="Times New Roman"/>
          <w:lang w:val="en-US"/>
        </w:rPr>
      </w:pPr>
      <w:r>
        <w:rPr>
          <w:rFonts w:cs="Times New Roman"/>
          <w:lang w:val="en-US"/>
        </w:rPr>
        <w:br w:type="page"/>
      </w:r>
    </w:p>
    <w:p w:rsidR="006C4197" w:rsidRDefault="006C4197">
      <w:pPr>
        <w:rPr>
          <w:rFonts w:cs="Times New Roman"/>
          <w:b/>
          <w:bCs/>
          <w:lang w:val="en-US"/>
        </w:rPr>
      </w:pPr>
      <w:r w:rsidRPr="00011C2C">
        <w:rPr>
          <w:b/>
          <w:bCs/>
          <w:lang w:val="en-US"/>
        </w:rPr>
        <w:t>NotificationResponse.xml</w:t>
      </w:r>
    </w:p>
    <w:p w:rsidR="006C4197" w:rsidRDefault="006C4197">
      <w:pPr>
        <w:rPr>
          <w:rFonts w:cs="Times New Roman"/>
          <w:b/>
          <w:bCs/>
          <w:lang w:val="en-US"/>
        </w:rPr>
      </w:pP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>&lt;soapenv:Envelope xmlns:soapenv="http://schemas.xmlsoap.org/soap/envelope/"&gt;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&lt;soapenv:Header xmlns:soapenv="http://schemas.xmlsoap.org/soap/envelope/"&gt;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&lt;v1:SyncResponseHeader xmlns:v1="http://fsb.belgium.be/v1_01"&gt;</w:t>
      </w:r>
    </w:p>
    <w:p w:rsidR="006C4197" w:rsidRPr="00491872" w:rsidRDefault="006C4197" w:rsidP="00011C2C">
      <w:pPr>
        <w:rPr>
          <w:rFonts w:ascii="Courier New" w:hAnsi="Courier New" w:cs="Courier New"/>
          <w:sz w:val="16"/>
          <w:szCs w:val="16"/>
          <w:lang w:val="de-DE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491872">
        <w:rPr>
          <w:rFonts w:ascii="Courier New" w:hAnsi="Courier New" w:cs="Courier New"/>
          <w:sz w:val="16"/>
          <w:szCs w:val="16"/>
          <w:lang w:val="de-DE"/>
        </w:rPr>
        <w:t>&lt;v1:FSBMessageID xmlns:v1="http://fsb.belgium.be/v1_01"&gt;</w:t>
      </w:r>
      <w:r w:rsidRPr="00491872">
        <w:rPr>
          <w:rFonts w:ascii="Courier New" w:hAnsi="Courier New" w:cs="Courier New"/>
          <w:sz w:val="16"/>
          <w:szCs w:val="16"/>
          <w:highlight w:val="yellow"/>
          <w:lang w:val="de-DE"/>
        </w:rPr>
        <w:t>752e9c82-458c-47dd-ae5d-c51abd845081</w:t>
      </w:r>
      <w:r w:rsidRPr="00491872">
        <w:rPr>
          <w:rFonts w:ascii="Courier New" w:hAnsi="Courier New" w:cs="Courier New"/>
          <w:sz w:val="16"/>
          <w:szCs w:val="16"/>
          <w:lang w:val="de-DE"/>
        </w:rPr>
        <w:t>&lt;/v1:FSBMessageID&gt;</w:t>
      </w:r>
    </w:p>
    <w:p w:rsidR="006C4197" w:rsidRPr="00491872" w:rsidRDefault="006C4197" w:rsidP="00011C2C">
      <w:pPr>
        <w:rPr>
          <w:rFonts w:ascii="Courier New" w:hAnsi="Courier New" w:cs="Courier New"/>
          <w:sz w:val="16"/>
          <w:szCs w:val="16"/>
          <w:lang w:val="de-DE"/>
        </w:rPr>
      </w:pPr>
      <w:r w:rsidRPr="00491872">
        <w:rPr>
          <w:rFonts w:ascii="Courier New" w:hAnsi="Courier New" w:cs="Courier New"/>
          <w:sz w:val="16"/>
          <w:szCs w:val="16"/>
          <w:lang w:val="de-DE"/>
        </w:rPr>
        <w:tab/>
      </w:r>
      <w:r w:rsidRPr="00491872">
        <w:rPr>
          <w:rFonts w:ascii="Courier New" w:hAnsi="Courier New" w:cs="Courier New"/>
          <w:sz w:val="16"/>
          <w:szCs w:val="16"/>
          <w:lang w:val="de-DE"/>
        </w:rPr>
        <w:tab/>
      </w:r>
      <w:r w:rsidRPr="00491872">
        <w:rPr>
          <w:rFonts w:ascii="Courier New" w:hAnsi="Courier New" w:cs="Courier New"/>
          <w:sz w:val="16"/>
          <w:szCs w:val="16"/>
          <w:lang w:val="de-DE"/>
        </w:rPr>
        <w:tab/>
        <w:t>&lt;v1:CMessageID xmlns:v1="http://fsb.belgium.be/v1_01"&gt;876f77bb-d2d5-409c-a1e3-0d93ca8ca455&lt;/v1:CMessageID&gt;</w:t>
      </w:r>
    </w:p>
    <w:p w:rsidR="006C4197" w:rsidRPr="00491872" w:rsidRDefault="006C4197" w:rsidP="00011C2C">
      <w:pPr>
        <w:rPr>
          <w:rFonts w:ascii="Courier New" w:hAnsi="Courier New" w:cs="Courier New"/>
          <w:sz w:val="16"/>
          <w:szCs w:val="16"/>
          <w:lang w:val="de-DE"/>
        </w:rPr>
      </w:pPr>
      <w:r w:rsidRPr="00491872">
        <w:rPr>
          <w:rFonts w:ascii="Courier New" w:hAnsi="Courier New" w:cs="Courier New"/>
          <w:sz w:val="16"/>
          <w:szCs w:val="16"/>
          <w:lang w:val="de-DE"/>
        </w:rPr>
        <w:tab/>
      </w:r>
      <w:r w:rsidRPr="00491872">
        <w:rPr>
          <w:rFonts w:ascii="Courier New" w:hAnsi="Courier New" w:cs="Courier New"/>
          <w:sz w:val="16"/>
          <w:szCs w:val="16"/>
          <w:lang w:val="de-DE"/>
        </w:rPr>
        <w:tab/>
      </w:r>
      <w:r w:rsidRPr="00491872">
        <w:rPr>
          <w:rFonts w:ascii="Courier New" w:hAnsi="Courier New" w:cs="Courier New"/>
          <w:sz w:val="16"/>
          <w:szCs w:val="16"/>
          <w:lang w:val="de-DE"/>
        </w:rPr>
        <w:tab/>
        <w:t>&lt;v1:PMessageID xmlns:v1="http://fsb.belgium.be/v1_01"&gt;</w:t>
      </w:r>
      <w:r w:rsidRPr="00491872">
        <w:rPr>
          <w:rFonts w:ascii="Courier New" w:hAnsi="Courier New" w:cs="Courier New"/>
          <w:sz w:val="16"/>
          <w:szCs w:val="16"/>
          <w:highlight w:val="yellow"/>
          <w:lang w:val="de-DE"/>
        </w:rPr>
        <w:t>1d8fe456-0659-4b4b-a2d7-f7e6be9d9e6a</w:t>
      </w:r>
      <w:r w:rsidRPr="00491872">
        <w:rPr>
          <w:rFonts w:ascii="Courier New" w:hAnsi="Courier New" w:cs="Courier New"/>
          <w:sz w:val="16"/>
          <w:szCs w:val="16"/>
          <w:lang w:val="de-DE"/>
        </w:rPr>
        <w:t>&lt;/v1:PMessageID&gt;</w:t>
      </w:r>
    </w:p>
    <w:p w:rsidR="006C4197" w:rsidRPr="00491872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491872">
        <w:rPr>
          <w:rFonts w:ascii="Courier New" w:hAnsi="Courier New" w:cs="Courier New"/>
          <w:sz w:val="16"/>
          <w:szCs w:val="16"/>
          <w:lang w:val="de-DE"/>
        </w:rPr>
        <w:tab/>
      </w:r>
      <w:r w:rsidRPr="00491872">
        <w:rPr>
          <w:rFonts w:ascii="Courier New" w:hAnsi="Courier New" w:cs="Courier New"/>
          <w:sz w:val="16"/>
          <w:szCs w:val="16"/>
          <w:lang w:val="de-DE"/>
        </w:rPr>
        <w:tab/>
      </w:r>
      <w:r w:rsidRPr="00491872">
        <w:rPr>
          <w:rFonts w:ascii="Courier New" w:hAnsi="Courier New" w:cs="Courier New"/>
          <w:sz w:val="16"/>
          <w:szCs w:val="16"/>
          <w:lang w:val="en-US"/>
        </w:rPr>
        <w:t>&lt;/v1:SyncResponseHeader&gt;</w:t>
      </w:r>
    </w:p>
    <w:p w:rsidR="006C4197" w:rsidRPr="00491872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491872">
        <w:rPr>
          <w:rFonts w:ascii="Courier New" w:hAnsi="Courier New" w:cs="Courier New"/>
          <w:sz w:val="16"/>
          <w:szCs w:val="16"/>
          <w:lang w:val="en-US"/>
        </w:rPr>
        <w:tab/>
        <w:t>&lt;/soapenv:Header&gt;</w:t>
      </w:r>
    </w:p>
    <w:p w:rsidR="006C4197" w:rsidRPr="00491872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491872">
        <w:rPr>
          <w:rFonts w:ascii="Courier New" w:hAnsi="Courier New" w:cs="Courier New"/>
          <w:sz w:val="16"/>
          <w:szCs w:val="16"/>
          <w:lang w:val="en-US"/>
        </w:rPr>
        <w:tab/>
        <w:t>&lt;soapenv:Body xmlns:soapenv="http://schemas.xmlsoap.org/soap/envelope/"&gt;</w:t>
      </w:r>
    </w:p>
    <w:p w:rsidR="006C4197" w:rsidRPr="00491872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491872">
        <w:rPr>
          <w:rFonts w:ascii="Courier New" w:hAnsi="Courier New" w:cs="Courier New"/>
          <w:sz w:val="16"/>
          <w:szCs w:val="16"/>
          <w:lang w:val="en-US"/>
        </w:rPr>
        <w:tab/>
      </w:r>
      <w:r w:rsidRPr="00491872">
        <w:rPr>
          <w:rFonts w:ascii="Courier New" w:hAnsi="Courier New" w:cs="Courier New"/>
          <w:sz w:val="16"/>
          <w:szCs w:val="16"/>
          <w:lang w:val="en-US"/>
        </w:rPr>
        <w:tab/>
        <w:t>&lt;v1:birthNotificationResponse xmlns:v1="http://fsb.belgium.be/eBirthHospitalService/messages/v1_01"&gt;</w:t>
      </w:r>
    </w:p>
    <w:p w:rsidR="006C4197" w:rsidRPr="00491872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491872">
        <w:rPr>
          <w:rFonts w:ascii="Courier New" w:hAnsi="Courier New" w:cs="Courier New"/>
          <w:sz w:val="16"/>
          <w:szCs w:val="16"/>
          <w:lang w:val="en-US"/>
        </w:rPr>
        <w:tab/>
      </w:r>
      <w:r w:rsidRPr="00491872">
        <w:rPr>
          <w:rFonts w:ascii="Courier New" w:hAnsi="Courier New" w:cs="Courier New"/>
          <w:sz w:val="16"/>
          <w:szCs w:val="16"/>
          <w:lang w:val="en-US"/>
        </w:rPr>
        <w:tab/>
      </w:r>
      <w:r w:rsidRPr="00491872">
        <w:rPr>
          <w:rFonts w:ascii="Courier New" w:hAnsi="Courier New" w:cs="Courier New"/>
          <w:sz w:val="16"/>
          <w:szCs w:val="16"/>
          <w:lang w:val="en-US"/>
        </w:rPr>
        <w:tab/>
        <w:t>&lt;tem:puttransactionresponse xmlns:tem="http://tempuri.org"&gt;</w:t>
      </w:r>
    </w:p>
    <w:p w:rsidR="006C4197" w:rsidRPr="00491872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491872">
        <w:rPr>
          <w:rFonts w:ascii="Courier New" w:hAnsi="Courier New" w:cs="Courier New"/>
          <w:sz w:val="16"/>
          <w:szCs w:val="16"/>
          <w:lang w:val="en-US"/>
        </w:rPr>
        <w:tab/>
      </w:r>
      <w:r w:rsidRPr="00491872">
        <w:rPr>
          <w:rFonts w:ascii="Courier New" w:hAnsi="Courier New" w:cs="Courier New"/>
          <w:sz w:val="16"/>
          <w:szCs w:val="16"/>
          <w:lang w:val="en-US"/>
        </w:rPr>
        <w:tab/>
      </w:r>
      <w:r w:rsidRPr="00491872">
        <w:rPr>
          <w:rFonts w:ascii="Courier New" w:hAnsi="Courier New" w:cs="Courier New"/>
          <w:sz w:val="16"/>
          <w:szCs w:val="16"/>
          <w:lang w:val="en-US"/>
        </w:rPr>
        <w:tab/>
      </w:r>
      <w:r w:rsidRPr="00491872">
        <w:rPr>
          <w:rFonts w:ascii="Courier New" w:hAnsi="Courier New" w:cs="Courier New"/>
          <w:sz w:val="16"/>
          <w:szCs w:val="16"/>
          <w:lang w:val="en-US"/>
        </w:rPr>
        <w:tab/>
        <w:t>&lt;response xmlns="http://tempuri.org" xmlns:soap="http://schemas.xmlsoap.org/soap/envelope/" xmlns:tns="http://tempuri.org"&gt;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491872">
        <w:rPr>
          <w:rFonts w:ascii="Courier New" w:hAnsi="Courier New" w:cs="Courier New"/>
          <w:sz w:val="16"/>
          <w:szCs w:val="16"/>
          <w:lang w:val="en-US"/>
        </w:rPr>
        <w:tab/>
      </w:r>
      <w:r w:rsidRPr="00491872">
        <w:rPr>
          <w:rFonts w:ascii="Courier New" w:hAnsi="Courier New" w:cs="Courier New"/>
          <w:sz w:val="16"/>
          <w:szCs w:val="16"/>
          <w:lang w:val="en-US"/>
        </w:rPr>
        <w:tab/>
      </w:r>
      <w:r w:rsidRPr="00491872">
        <w:rPr>
          <w:rFonts w:ascii="Courier New" w:hAnsi="Courier New" w:cs="Courier New"/>
          <w:sz w:val="16"/>
          <w:szCs w:val="16"/>
          <w:lang w:val="en-US"/>
        </w:rPr>
        <w:tab/>
      </w:r>
      <w:r w:rsidRPr="00491872">
        <w:rPr>
          <w:rFonts w:ascii="Courier New" w:hAnsi="Courier New" w:cs="Courier New"/>
          <w:sz w:val="16"/>
          <w:szCs w:val="16"/>
          <w:lang w:val="en-US"/>
        </w:rPr>
        <w:tab/>
      </w:r>
      <w:r w:rsidRPr="00491872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>&lt;id S="ID-KMEHR" SV="1.0"&gt;ebirth.1d8fe456-0659-4b4b-a2d7-f7e6be9d9e6a&lt;/id&gt;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&lt;author&gt;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&lt;hcparty xmlns="http://www.health.fgov.be/telematics/kmehr/schema"&gt;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&lt;cd S="CD-HCPARTY" SV="1.0"&gt;application&lt;/cd&gt;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&lt;name&gt;ebirth&lt;/name&gt;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&lt;/hcparty&gt;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&lt;/author&gt;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&lt;date&gt;</w:t>
      </w:r>
      <w:r w:rsidRPr="008C6E70">
        <w:rPr>
          <w:rFonts w:ascii="Courier New" w:hAnsi="Courier New" w:cs="Courier New"/>
          <w:sz w:val="16"/>
          <w:szCs w:val="16"/>
          <w:highlight w:val="yellow"/>
          <w:lang w:val="en-US"/>
        </w:rPr>
        <w:t>2011-03-21+01:00</w:t>
      </w:r>
      <w:r w:rsidRPr="008965D7">
        <w:rPr>
          <w:rFonts w:ascii="Courier New" w:hAnsi="Courier New" w:cs="Courier New"/>
          <w:sz w:val="16"/>
          <w:szCs w:val="16"/>
          <w:lang w:val="en-US"/>
        </w:rPr>
        <w:t>&lt;/date&gt;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&lt;time&gt;</w:t>
      </w:r>
      <w:r w:rsidRPr="008C6E70">
        <w:rPr>
          <w:rFonts w:ascii="Courier New" w:hAnsi="Courier New" w:cs="Courier New"/>
          <w:sz w:val="16"/>
          <w:szCs w:val="16"/>
          <w:highlight w:val="yellow"/>
          <w:lang w:val="en-US"/>
        </w:rPr>
        <w:t>15:51:24.801+01:00</w:t>
      </w:r>
      <w:r w:rsidRPr="008965D7">
        <w:rPr>
          <w:rFonts w:ascii="Courier New" w:hAnsi="Courier New" w:cs="Courier New"/>
          <w:sz w:val="16"/>
          <w:szCs w:val="16"/>
          <w:lang w:val="en-US"/>
        </w:rPr>
        <w:t>&lt;/time&gt;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&lt;request&gt;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&lt;id S="ID-KMEHR" SV="1.0"&gt;71089914.&lt;/id&gt;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&lt;/request&gt;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&lt;/response&gt;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&lt;acknowledge xmlns="http://tempuri.org" xmlns:soap="http://schemas.xmlsoap.org/soap/envelope/" xmlns:tns="http://tempuri.org"&gt;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&lt;iscomplete&gt;</w:t>
      </w:r>
      <w:r w:rsidRPr="003A6F18">
        <w:rPr>
          <w:rFonts w:ascii="Courier New" w:hAnsi="Courier New" w:cs="Courier New"/>
          <w:sz w:val="16"/>
          <w:szCs w:val="16"/>
          <w:highlight w:val="yellow"/>
          <w:lang w:val="en-US"/>
        </w:rPr>
        <w:t>true</w:t>
      </w:r>
      <w:r w:rsidRPr="008965D7">
        <w:rPr>
          <w:rFonts w:ascii="Courier New" w:hAnsi="Courier New" w:cs="Courier New"/>
          <w:sz w:val="16"/>
          <w:szCs w:val="16"/>
          <w:lang w:val="en-US"/>
        </w:rPr>
        <w:t>&lt;/iscomplete&gt;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&lt;/acknowledge&gt;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&lt;kmehrheader xmlns="http://tempuri.org" xmlns:soap="http://schemas.xmlsoap.org/soap/envelope/" xmlns:tns="http://tempuri.org"&gt;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&lt;header xmlns="http://www.health.fgov.be/telematics/kmehr/schema"&gt;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&lt;standard&gt;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&lt;cd S="CD-STANDARD" SV="1.0"&gt;20090101&lt;/cd&gt;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&lt;/standard&gt;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&lt;id S="ID-KMEHR" SV="1.0"&gt;</w:t>
      </w:r>
      <w:r w:rsidRPr="003A6F18">
        <w:rPr>
          <w:rFonts w:ascii="Courier New" w:hAnsi="Courier New" w:cs="Courier New"/>
          <w:sz w:val="16"/>
          <w:szCs w:val="16"/>
          <w:highlight w:val="yellow"/>
          <w:lang w:val="en-US"/>
        </w:rPr>
        <w:t>ebirth.2011143011315256</w:t>
      </w:r>
      <w:r w:rsidRPr="008965D7">
        <w:rPr>
          <w:rFonts w:ascii="Courier New" w:hAnsi="Courier New" w:cs="Courier New"/>
          <w:sz w:val="16"/>
          <w:szCs w:val="16"/>
          <w:lang w:val="en-US"/>
        </w:rPr>
        <w:t>&lt;/id&gt;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&lt;id S="LOCAL" SL="ID-EBIRTH-SEQ" SV="1.0"&gt;2011000100&lt;/id&gt;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&lt;date&gt;</w:t>
      </w:r>
      <w:r w:rsidRPr="008C6E70">
        <w:rPr>
          <w:rFonts w:ascii="Courier New" w:hAnsi="Courier New" w:cs="Courier New"/>
          <w:sz w:val="16"/>
          <w:szCs w:val="16"/>
          <w:lang w:val="en-US"/>
        </w:rPr>
        <w:t>2011-03-21+02:00</w:t>
      </w:r>
      <w:r w:rsidRPr="008965D7">
        <w:rPr>
          <w:rFonts w:ascii="Courier New" w:hAnsi="Courier New" w:cs="Courier New"/>
          <w:sz w:val="16"/>
          <w:szCs w:val="16"/>
          <w:lang w:val="en-US"/>
        </w:rPr>
        <w:t>&lt;/date&gt;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&lt;time&gt;</w:t>
      </w:r>
      <w:r w:rsidRPr="008C6E70">
        <w:rPr>
          <w:rFonts w:ascii="Courier New" w:hAnsi="Courier New" w:cs="Courier New"/>
          <w:sz w:val="16"/>
          <w:szCs w:val="16"/>
          <w:lang w:val="en-US"/>
        </w:rPr>
        <w:t>15:51:24.797+01:00</w:t>
      </w:r>
      <w:r w:rsidRPr="008965D7">
        <w:rPr>
          <w:rFonts w:ascii="Courier New" w:hAnsi="Courier New" w:cs="Courier New"/>
          <w:sz w:val="16"/>
          <w:szCs w:val="16"/>
          <w:lang w:val="en-US"/>
        </w:rPr>
        <w:t>&lt;/time&gt;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&lt;sender&gt;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&lt;hcparty&gt;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&lt;cd S="CD-HCPARTY" SV="1.0"&gt;application&lt;/cd&gt;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&lt;name&gt;ebirth&lt;/name&gt;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&lt;/hcparty&gt;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&lt;/sender&gt;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&lt;recipient&gt;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&lt;hcparty&gt;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&lt;id S="ID-HCPARTY" SV="1.0"&gt;71089914&lt;/id&gt;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&lt;cd S="CD-HCPARTY" SV="1.0"&gt;orghospital&lt;/cd&gt;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&lt;/hcparty&gt;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&lt;/recipient&gt;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&lt;/header&gt;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&lt;/kmehrheader&gt;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&lt;/tem:puttransactionresponse&gt;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&lt;/v1:birthNotificationResponse&gt;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&lt;/soapenv:Body&gt;</w:t>
      </w:r>
    </w:p>
    <w:p w:rsidR="006C4197" w:rsidRPr="008965D7" w:rsidRDefault="006C4197" w:rsidP="00011C2C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>&lt;/soapenv:Envelope&gt;</w:t>
      </w:r>
    </w:p>
    <w:p w:rsidR="006C4197" w:rsidRDefault="006C4197">
      <w:pPr>
        <w:spacing w:after="200" w:line="276" w:lineRule="auto"/>
        <w:rPr>
          <w:rFonts w:cs="Times New Roman"/>
          <w:b/>
          <w:bCs/>
          <w:lang w:val="en-US"/>
        </w:rPr>
      </w:pPr>
      <w:r>
        <w:rPr>
          <w:rFonts w:cs="Times New Roman"/>
          <w:b/>
          <w:bCs/>
          <w:lang w:val="en-US"/>
        </w:rPr>
        <w:br w:type="page"/>
      </w:r>
    </w:p>
    <w:p w:rsidR="006C4197" w:rsidRDefault="006C4197" w:rsidP="00011C2C">
      <w:pPr>
        <w:rPr>
          <w:b/>
          <w:bCs/>
          <w:lang w:val="en-US"/>
        </w:rPr>
      </w:pPr>
      <w:r>
        <w:rPr>
          <w:b/>
          <w:bCs/>
          <w:lang w:val="en-US"/>
        </w:rPr>
        <w:t>MedicalForm.xml</w:t>
      </w:r>
    </w:p>
    <w:p w:rsidR="006C4197" w:rsidRPr="00011C2C" w:rsidRDefault="006C4197" w:rsidP="00011C2C">
      <w:pPr>
        <w:rPr>
          <w:rFonts w:cs="Times New Roman"/>
          <w:b/>
          <w:bCs/>
          <w:lang w:val="en-US"/>
        </w:rPr>
      </w:pP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>&lt;soapenv:Envelope xmlns:soapenv="http://schemas.xmlsoap.org/soap/envelope/"&gt;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&lt;soapenv:Header xmlns:soapenv="http://schemas.xmlsoap.org/soap/envelope/"&gt;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&lt;v1:SyncResponseHeader xmlns:v1="http://fsb.belgium.be/v1_01"&gt;</w:t>
      </w:r>
    </w:p>
    <w:p w:rsidR="006C4197" w:rsidRPr="00491872" w:rsidRDefault="006C4197" w:rsidP="008965D7">
      <w:pPr>
        <w:rPr>
          <w:rFonts w:ascii="Courier New" w:hAnsi="Courier New" w:cs="Courier New"/>
          <w:sz w:val="16"/>
          <w:szCs w:val="16"/>
          <w:lang w:val="de-DE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491872">
        <w:rPr>
          <w:rFonts w:ascii="Courier New" w:hAnsi="Courier New" w:cs="Courier New"/>
          <w:sz w:val="16"/>
          <w:szCs w:val="16"/>
          <w:lang w:val="de-DE"/>
        </w:rPr>
        <w:t>&lt;v1:FSBMessageID xmlns:v1="http://fsb.belgium.be/v1_01"&gt;</w:t>
      </w:r>
      <w:r w:rsidRPr="00491872">
        <w:rPr>
          <w:rFonts w:ascii="Courier New" w:hAnsi="Courier New" w:cs="Courier New"/>
          <w:sz w:val="16"/>
          <w:szCs w:val="16"/>
          <w:highlight w:val="yellow"/>
          <w:lang w:val="de-DE"/>
        </w:rPr>
        <w:t>42c4f915-7f00-4f08-a498-4afefd3afbfb</w:t>
      </w:r>
      <w:r w:rsidRPr="00491872">
        <w:rPr>
          <w:rFonts w:ascii="Courier New" w:hAnsi="Courier New" w:cs="Courier New"/>
          <w:sz w:val="16"/>
          <w:szCs w:val="16"/>
          <w:lang w:val="de-DE"/>
        </w:rPr>
        <w:t>&lt;/v1:FSBMessageID&gt;</w:t>
      </w:r>
    </w:p>
    <w:p w:rsidR="006C4197" w:rsidRPr="00491872" w:rsidRDefault="006C4197" w:rsidP="008965D7">
      <w:pPr>
        <w:rPr>
          <w:rFonts w:ascii="Courier New" w:hAnsi="Courier New" w:cs="Courier New"/>
          <w:sz w:val="16"/>
          <w:szCs w:val="16"/>
          <w:lang w:val="de-DE"/>
        </w:rPr>
      </w:pPr>
      <w:r w:rsidRPr="00491872">
        <w:rPr>
          <w:rFonts w:ascii="Courier New" w:hAnsi="Courier New" w:cs="Courier New"/>
          <w:sz w:val="16"/>
          <w:szCs w:val="16"/>
          <w:lang w:val="de-DE"/>
        </w:rPr>
        <w:tab/>
      </w:r>
      <w:r w:rsidRPr="00491872">
        <w:rPr>
          <w:rFonts w:ascii="Courier New" w:hAnsi="Courier New" w:cs="Courier New"/>
          <w:sz w:val="16"/>
          <w:szCs w:val="16"/>
          <w:lang w:val="de-DE"/>
        </w:rPr>
        <w:tab/>
      </w:r>
      <w:r w:rsidRPr="00491872">
        <w:rPr>
          <w:rFonts w:ascii="Courier New" w:hAnsi="Courier New" w:cs="Courier New"/>
          <w:sz w:val="16"/>
          <w:szCs w:val="16"/>
          <w:lang w:val="de-DE"/>
        </w:rPr>
        <w:tab/>
        <w:t>&lt;v1:CMessageID xmlns:v1="http://fsb.belgium.be/v1_01"&gt;408939f3-8f93-456b-b98c-7936ed3e1503&lt;/v1:CMessageID&gt;</w:t>
      </w:r>
    </w:p>
    <w:p w:rsidR="006C4197" w:rsidRPr="00491872" w:rsidRDefault="006C4197" w:rsidP="008965D7">
      <w:pPr>
        <w:rPr>
          <w:rFonts w:ascii="Courier New" w:hAnsi="Courier New" w:cs="Courier New"/>
          <w:sz w:val="16"/>
          <w:szCs w:val="16"/>
          <w:lang w:val="de-DE"/>
        </w:rPr>
      </w:pPr>
      <w:r w:rsidRPr="00491872">
        <w:rPr>
          <w:rFonts w:ascii="Courier New" w:hAnsi="Courier New" w:cs="Courier New"/>
          <w:sz w:val="16"/>
          <w:szCs w:val="16"/>
          <w:lang w:val="de-DE"/>
        </w:rPr>
        <w:tab/>
      </w:r>
      <w:r w:rsidRPr="00491872">
        <w:rPr>
          <w:rFonts w:ascii="Courier New" w:hAnsi="Courier New" w:cs="Courier New"/>
          <w:sz w:val="16"/>
          <w:szCs w:val="16"/>
          <w:lang w:val="de-DE"/>
        </w:rPr>
        <w:tab/>
      </w:r>
      <w:r w:rsidRPr="00491872">
        <w:rPr>
          <w:rFonts w:ascii="Courier New" w:hAnsi="Courier New" w:cs="Courier New"/>
          <w:sz w:val="16"/>
          <w:szCs w:val="16"/>
          <w:lang w:val="de-DE"/>
        </w:rPr>
        <w:tab/>
        <w:t>&lt;v1:PMessageID xmlns:v1="http://fsb.belgium.be/v1_01"&gt;</w:t>
      </w:r>
      <w:r w:rsidRPr="00491872">
        <w:rPr>
          <w:rFonts w:ascii="Courier New" w:hAnsi="Courier New" w:cs="Courier New"/>
          <w:sz w:val="16"/>
          <w:szCs w:val="16"/>
          <w:highlight w:val="yellow"/>
          <w:lang w:val="de-DE"/>
        </w:rPr>
        <w:t>7dc5fd88-695d-478b-a7de-dc1ffc375417</w:t>
      </w:r>
      <w:r w:rsidRPr="00491872">
        <w:rPr>
          <w:rFonts w:ascii="Courier New" w:hAnsi="Courier New" w:cs="Courier New"/>
          <w:sz w:val="16"/>
          <w:szCs w:val="16"/>
          <w:lang w:val="de-DE"/>
        </w:rPr>
        <w:t>&lt;/v1:PMessageID&gt;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491872">
        <w:rPr>
          <w:rFonts w:ascii="Courier New" w:hAnsi="Courier New" w:cs="Courier New"/>
          <w:sz w:val="16"/>
          <w:szCs w:val="16"/>
          <w:lang w:val="de-DE"/>
        </w:rPr>
        <w:tab/>
      </w:r>
      <w:r w:rsidRPr="00491872">
        <w:rPr>
          <w:rFonts w:ascii="Courier New" w:hAnsi="Courier New" w:cs="Courier New"/>
          <w:sz w:val="16"/>
          <w:szCs w:val="16"/>
          <w:lang w:val="de-DE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>&lt;/v1:SyncResponseHeader&gt;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&lt;/soapenv:Header&gt;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&lt;soapenv:Body xmlns:soapenv="http://schemas.xmlsoap.org/soap/envelope/"&gt;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&lt;v1:medicalFormResponse xmlns:v1="http://fsb.belgium.be/eBirthHospitalService/messages/v1_01"&gt;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&lt;tem:puttransactionresponse xmlns:tem="http://tempuri.org"&gt;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&lt;response xmlns="http://tempuri.org" xmlns:soap="http://schemas.xmlsoap.org/soap/envelope/" xmlns:tns="http://tempuri.org"&gt;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&lt;id S="ID-KMEHR" SV="1.0"&gt;ebirth.7dc5fd88-695d-478b-a7de-dc1ffc375417&lt;/id&gt;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&lt;author&gt;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&lt;hcparty xmlns="http://www.health.fgov.be/telematics/kmehr/schema"&gt;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&lt;cd S="CD-HCPARTY" SV="1.0"&gt;application&lt;/cd&gt;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&lt;name&gt;ebirth&lt;/name&gt;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&lt;/hcparty&gt;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&lt;/author&gt;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&lt;date&gt;</w:t>
      </w:r>
      <w:r w:rsidRPr="00903691">
        <w:rPr>
          <w:rFonts w:ascii="Courier New" w:hAnsi="Courier New" w:cs="Courier New"/>
          <w:sz w:val="16"/>
          <w:szCs w:val="16"/>
          <w:highlight w:val="yellow"/>
          <w:lang w:val="en-US"/>
        </w:rPr>
        <w:t>2011-03-21+01:00</w:t>
      </w:r>
      <w:r w:rsidRPr="008965D7">
        <w:rPr>
          <w:rFonts w:ascii="Courier New" w:hAnsi="Courier New" w:cs="Courier New"/>
          <w:sz w:val="16"/>
          <w:szCs w:val="16"/>
          <w:lang w:val="en-US"/>
        </w:rPr>
        <w:t>&lt;/date&gt;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&lt;time&gt;</w:t>
      </w:r>
      <w:r w:rsidRPr="00903691">
        <w:rPr>
          <w:rFonts w:ascii="Courier New" w:hAnsi="Courier New" w:cs="Courier New"/>
          <w:sz w:val="16"/>
          <w:szCs w:val="16"/>
          <w:highlight w:val="yellow"/>
          <w:lang w:val="en-US"/>
        </w:rPr>
        <w:t>15:52:40.708+01:00</w:t>
      </w:r>
      <w:r w:rsidRPr="008965D7">
        <w:rPr>
          <w:rFonts w:ascii="Courier New" w:hAnsi="Courier New" w:cs="Courier New"/>
          <w:sz w:val="16"/>
          <w:szCs w:val="16"/>
          <w:lang w:val="en-US"/>
        </w:rPr>
        <w:t>&lt;/time&gt;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&lt;request&gt;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 xml:space="preserve">&lt;id </w:t>
      </w:r>
      <w:r>
        <w:rPr>
          <w:rFonts w:ascii="Courier New" w:hAnsi="Courier New" w:cs="Courier New"/>
          <w:sz w:val="16"/>
          <w:szCs w:val="16"/>
          <w:lang w:val="en-US"/>
        </w:rPr>
        <w:t>S="ID-KMEHR" SV="1.0"&gt;</w:t>
      </w:r>
      <w:r w:rsidRPr="00903691">
        <w:rPr>
          <w:rFonts w:ascii="Courier New" w:hAnsi="Courier New" w:cs="Courier New"/>
          <w:sz w:val="16"/>
          <w:szCs w:val="16"/>
          <w:highlight w:val="yellow"/>
          <w:lang w:val="en-US"/>
        </w:rPr>
        <w:t>71089914.09328193002</w:t>
      </w:r>
      <w:r w:rsidRPr="008965D7">
        <w:rPr>
          <w:rFonts w:ascii="Courier New" w:hAnsi="Courier New" w:cs="Courier New"/>
          <w:sz w:val="16"/>
          <w:szCs w:val="16"/>
          <w:lang w:val="en-US"/>
        </w:rPr>
        <w:t>&lt;/id&gt;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&lt;/request&gt;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&lt;/response&gt;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&lt;acknowledge xmlns="http://tempuri.org" xmlns:soap="http://schemas.xmlsoap.org/soap/envelope/" xmlns:tns="http://tempuri.org"&gt;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&lt;iscomplete&gt;</w:t>
      </w:r>
      <w:r w:rsidRPr="008C6E70">
        <w:rPr>
          <w:rFonts w:ascii="Courier New" w:hAnsi="Courier New" w:cs="Courier New"/>
          <w:sz w:val="16"/>
          <w:szCs w:val="16"/>
          <w:highlight w:val="yellow"/>
          <w:lang w:val="en-US"/>
        </w:rPr>
        <w:t>true</w:t>
      </w:r>
      <w:r w:rsidRPr="008965D7">
        <w:rPr>
          <w:rFonts w:ascii="Courier New" w:hAnsi="Courier New" w:cs="Courier New"/>
          <w:sz w:val="16"/>
          <w:szCs w:val="16"/>
          <w:lang w:val="en-US"/>
        </w:rPr>
        <w:t>&lt;/iscomplete&gt;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&lt;/acknowledge&gt;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&lt;kmehrheader xmlns="http://tempuri.org" xmlns:soap="http://schemas.xmlsoap.org/soap/envelope/" xmlns:tns="http://tempuri.org"&gt;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&lt;header xmlns="http://www.health.fgov.be/telematics/kmehr/schema"&gt;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&lt;standard&gt;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&lt;cd S="CD-STANDARD" SV="1.0"&gt;20090101&lt;/cd&gt;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&lt;/standard&gt;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&lt;id S="ID-KMEHR" SV="1.0"&gt;ebirth.2011143011315256&lt;/id&gt;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&lt;date&gt;2011-04-21+02:00&lt;/date&gt;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&lt;time&gt;15:52:33.707+01:00&lt;/time&gt;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&lt;sender&gt;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&lt;hcparty&gt;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&lt;cd S="CD-HCPARTY" SV="1.0"&gt;application&lt;/cd&gt;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&lt;name&gt;ebirth&lt;/name&gt;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&lt;/hcparty&gt;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&lt;/sender&gt;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&lt;recipient&gt;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&lt;hcparty&gt;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&lt;id S="ID-HCPARTY" SV="1.0"&gt;71089914&lt;/id&gt;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&lt;cd S="CD-HCPARTY" SV="1.0"&gt;orghospital&lt;/cd&gt;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&lt;/hcparty&gt;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&lt;/recipient&gt;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&lt;/header&gt;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&lt;/kmehrheader&gt;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&lt;/tem:puttransactionresponse&gt;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</w: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&lt;/v1:medicalFormResponse&gt;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ab/>
        <w:t>&lt;/soapenv:Body&gt;</w:t>
      </w:r>
    </w:p>
    <w:p w:rsidR="006C4197" w:rsidRPr="008965D7" w:rsidRDefault="006C4197" w:rsidP="008965D7">
      <w:pPr>
        <w:rPr>
          <w:rFonts w:ascii="Courier New" w:hAnsi="Courier New" w:cs="Courier New"/>
          <w:sz w:val="16"/>
          <w:szCs w:val="16"/>
          <w:lang w:val="en-US"/>
        </w:rPr>
      </w:pPr>
      <w:r w:rsidRPr="008965D7">
        <w:rPr>
          <w:rFonts w:ascii="Courier New" w:hAnsi="Courier New" w:cs="Courier New"/>
          <w:sz w:val="16"/>
          <w:szCs w:val="16"/>
          <w:lang w:val="en-US"/>
        </w:rPr>
        <w:t>&lt;/soapenv:Envelope&gt;</w:t>
      </w:r>
    </w:p>
    <w:sectPr w:rsidR="006C4197" w:rsidRPr="008965D7" w:rsidSect="002704F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197" w:rsidRDefault="006C4197" w:rsidP="00FE159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C4197" w:rsidRDefault="006C4197" w:rsidP="00FE159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197" w:rsidRDefault="006C4197" w:rsidP="00FE159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C4197" w:rsidRDefault="006C4197" w:rsidP="00FE159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75343"/>
    <w:multiLevelType w:val="hybridMultilevel"/>
    <w:tmpl w:val="D10070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1590"/>
    <w:rsid w:val="00011C2C"/>
    <w:rsid w:val="00154F5F"/>
    <w:rsid w:val="002704F0"/>
    <w:rsid w:val="0033185F"/>
    <w:rsid w:val="003955A0"/>
    <w:rsid w:val="003A6F18"/>
    <w:rsid w:val="003E3D4D"/>
    <w:rsid w:val="00491872"/>
    <w:rsid w:val="00491C0C"/>
    <w:rsid w:val="00505D2F"/>
    <w:rsid w:val="0060108D"/>
    <w:rsid w:val="00601CF6"/>
    <w:rsid w:val="006C4197"/>
    <w:rsid w:val="00786DDE"/>
    <w:rsid w:val="007E3E4C"/>
    <w:rsid w:val="008965D7"/>
    <w:rsid w:val="008C6E70"/>
    <w:rsid w:val="008E5F49"/>
    <w:rsid w:val="00903691"/>
    <w:rsid w:val="00931C91"/>
    <w:rsid w:val="0097261D"/>
    <w:rsid w:val="009A7FF9"/>
    <w:rsid w:val="009D0FF7"/>
    <w:rsid w:val="00A3678A"/>
    <w:rsid w:val="00B46AB6"/>
    <w:rsid w:val="00C12BD6"/>
    <w:rsid w:val="00C973CC"/>
    <w:rsid w:val="00D773D3"/>
    <w:rsid w:val="00E93301"/>
    <w:rsid w:val="00F5673A"/>
    <w:rsid w:val="00F65777"/>
    <w:rsid w:val="00F831CF"/>
    <w:rsid w:val="00F97720"/>
    <w:rsid w:val="00FD444C"/>
    <w:rsid w:val="00FE1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590"/>
    <w:rPr>
      <w:rFonts w:ascii="Book Antiqua" w:eastAsia="Times New Roman" w:hAnsi="Book Antiqua" w:cs="Book Antiqua"/>
      <w:noProof/>
      <w:lang w:val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FE15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1590"/>
    <w:rPr>
      <w:rFonts w:ascii="Book Antiqua" w:hAnsi="Book Antiqua" w:cs="Book Antiqua"/>
      <w:noProof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FE1590"/>
    <w:rPr>
      <w:vertAlign w:val="superscript"/>
    </w:rPr>
  </w:style>
  <w:style w:type="paragraph" w:styleId="ListParagraph">
    <w:name w:val="List Paragraph"/>
    <w:basedOn w:val="Normal"/>
    <w:uiPriority w:val="99"/>
    <w:qFormat/>
    <w:rsid w:val="007E3E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1275</TotalTime>
  <Pages>5</Pages>
  <Words>893</Words>
  <Characters>5091</Characters>
  <Application>Microsoft Office Outlook</Application>
  <DocSecurity>0</DocSecurity>
  <Lines>0</Lines>
  <Paragraphs>0</Paragraphs>
  <ScaleCrop>false</ScaleCrop>
  <Company>name_org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bram.maes</dc:creator>
  <cp:keywords/>
  <dc:description/>
  <cp:lastModifiedBy>Wouter Beckers</cp:lastModifiedBy>
  <cp:revision>2</cp:revision>
  <dcterms:created xsi:type="dcterms:W3CDTF">2011-03-21T12:22:00Z</dcterms:created>
  <dcterms:modified xsi:type="dcterms:W3CDTF">2012-01-31T10:25:00Z</dcterms:modified>
</cp:coreProperties>
</file>